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60D0" w:rsidRPr="00B061AB" w:rsidRDefault="006860D0" w:rsidP="00CC6D68">
      <w:pPr>
        <w:spacing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U C H W A Ł A  Nr XXXI/366/10</w:t>
      </w:r>
    </w:p>
    <w:p w:rsidR="006860D0" w:rsidRPr="00B061AB" w:rsidRDefault="006860D0" w:rsidP="00CC6D68">
      <w:pPr>
        <w:spacing w:line="240" w:lineRule="auto"/>
        <w:jc w:val="center"/>
        <w:rPr>
          <w:b/>
          <w:sz w:val="28"/>
          <w:szCs w:val="28"/>
        </w:rPr>
      </w:pPr>
      <w:r w:rsidRPr="00B061AB">
        <w:rPr>
          <w:b/>
          <w:sz w:val="28"/>
          <w:szCs w:val="28"/>
        </w:rPr>
        <w:t>Rady Gminy Kołbaskowo</w:t>
      </w:r>
    </w:p>
    <w:p w:rsidR="006860D0" w:rsidRDefault="006860D0" w:rsidP="00CC6D68">
      <w:pPr>
        <w:spacing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z dnia 29 marca 2010</w:t>
      </w:r>
      <w:r w:rsidRPr="00B061AB">
        <w:rPr>
          <w:b/>
          <w:sz w:val="28"/>
          <w:szCs w:val="28"/>
        </w:rPr>
        <w:t xml:space="preserve"> roku</w:t>
      </w:r>
    </w:p>
    <w:p w:rsidR="006860D0" w:rsidRPr="005278AD" w:rsidRDefault="006860D0" w:rsidP="00CC6D68">
      <w:pPr>
        <w:spacing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w sprawie udzielenia pomocy finansowej z budżetu Gminy Kołbaskowo</w:t>
      </w:r>
    </w:p>
    <w:p w:rsidR="006860D0" w:rsidRPr="00B061AB" w:rsidRDefault="006860D0" w:rsidP="00CC6D68">
      <w:pPr>
        <w:jc w:val="both"/>
        <w:rPr>
          <w:sz w:val="28"/>
          <w:szCs w:val="28"/>
        </w:rPr>
      </w:pPr>
      <w:r w:rsidRPr="00B061AB">
        <w:rPr>
          <w:sz w:val="28"/>
          <w:szCs w:val="28"/>
        </w:rPr>
        <w:t>Na podstawie art.10 ust.2 i art.18 ust.1 ustawy z dnia 8 marca 1990 r. o samorządzie gminnym (tj.Dz.U. z 2001 r. Nr 14</w:t>
      </w:r>
      <w:r>
        <w:rPr>
          <w:sz w:val="28"/>
          <w:szCs w:val="28"/>
        </w:rPr>
        <w:t>2,poz.1591 ze zm.) oraz art. 216 ust.2 ,pkt.5 i art.220 ustawy z dnia 27 sierpnia2009</w:t>
      </w:r>
      <w:r w:rsidRPr="00B061AB">
        <w:rPr>
          <w:sz w:val="28"/>
          <w:szCs w:val="28"/>
        </w:rPr>
        <w:t xml:space="preserve"> roku o fi</w:t>
      </w:r>
      <w:r>
        <w:rPr>
          <w:sz w:val="28"/>
          <w:szCs w:val="28"/>
        </w:rPr>
        <w:t>nansach publicznych (Dz.U.Nr 157, poz.1240</w:t>
      </w:r>
      <w:r w:rsidRPr="00B061AB">
        <w:rPr>
          <w:sz w:val="28"/>
          <w:szCs w:val="28"/>
        </w:rPr>
        <w:t xml:space="preserve">) w zw. z uchwałą Rady Gminy </w:t>
      </w:r>
      <w:r>
        <w:rPr>
          <w:sz w:val="28"/>
          <w:szCs w:val="28"/>
        </w:rPr>
        <w:t xml:space="preserve">Kołbaskowo  Nr XXXI/365/10 </w:t>
      </w:r>
      <w:r w:rsidRPr="00B061AB">
        <w:rPr>
          <w:sz w:val="28"/>
          <w:szCs w:val="28"/>
        </w:rPr>
        <w:t xml:space="preserve"> z dnia </w:t>
      </w:r>
      <w:r>
        <w:rPr>
          <w:sz w:val="28"/>
          <w:szCs w:val="28"/>
        </w:rPr>
        <w:t xml:space="preserve"> 29 marca 2010</w:t>
      </w:r>
      <w:r w:rsidRPr="00B061AB">
        <w:rPr>
          <w:sz w:val="28"/>
          <w:szCs w:val="28"/>
        </w:rPr>
        <w:t xml:space="preserve"> r. w sprawie </w:t>
      </w:r>
      <w:r>
        <w:rPr>
          <w:sz w:val="28"/>
          <w:szCs w:val="28"/>
        </w:rPr>
        <w:t xml:space="preserve"> zmian w budżecie gminy </w:t>
      </w:r>
      <w:r w:rsidRPr="00B061AB">
        <w:rPr>
          <w:sz w:val="28"/>
          <w:szCs w:val="28"/>
        </w:rPr>
        <w:t xml:space="preserve"> -Rada Gminy Kołbaskowo uchwala co następuje:</w:t>
      </w:r>
    </w:p>
    <w:p w:rsidR="006860D0" w:rsidRPr="00B061AB" w:rsidRDefault="006860D0" w:rsidP="00CC6D68">
      <w:pPr>
        <w:spacing w:line="240" w:lineRule="auto"/>
        <w:jc w:val="both"/>
        <w:rPr>
          <w:sz w:val="28"/>
          <w:szCs w:val="28"/>
        </w:rPr>
      </w:pPr>
      <w:r w:rsidRPr="00B061AB">
        <w:rPr>
          <w:sz w:val="28"/>
          <w:szCs w:val="28"/>
        </w:rPr>
        <w:t>§ 1.</w:t>
      </w:r>
    </w:p>
    <w:p w:rsidR="006860D0" w:rsidRDefault="006860D0" w:rsidP="00CC6D68">
      <w:pPr>
        <w:spacing w:line="240" w:lineRule="auto"/>
        <w:jc w:val="both"/>
        <w:rPr>
          <w:sz w:val="28"/>
          <w:szCs w:val="28"/>
        </w:rPr>
      </w:pPr>
      <w:r w:rsidRPr="00B061AB">
        <w:rPr>
          <w:sz w:val="28"/>
          <w:szCs w:val="28"/>
        </w:rPr>
        <w:t xml:space="preserve">Udziela się z budżetu Gminy Kołbaskowo pomocy finansowej </w:t>
      </w:r>
      <w:r>
        <w:rPr>
          <w:sz w:val="28"/>
          <w:szCs w:val="28"/>
        </w:rPr>
        <w:t xml:space="preserve"> Województwu Zachodniopomorskiemu z </w:t>
      </w:r>
      <w:r w:rsidRPr="00B061AB">
        <w:rPr>
          <w:sz w:val="28"/>
          <w:szCs w:val="28"/>
        </w:rPr>
        <w:t xml:space="preserve"> przeznaczeniem na dofinansowanie</w:t>
      </w:r>
      <w:r>
        <w:rPr>
          <w:sz w:val="28"/>
          <w:szCs w:val="28"/>
        </w:rPr>
        <w:t xml:space="preserve"> zadania pn.” </w:t>
      </w:r>
      <w:r w:rsidRPr="006B2594">
        <w:rPr>
          <w:i/>
          <w:sz w:val="28"/>
          <w:szCs w:val="28"/>
        </w:rPr>
        <w:t>Budowa zbiornika retencyjnego wraz z remontem rowu melioracyjnego , zgodnie z koncepcją hydrologiczną”.</w:t>
      </w:r>
    </w:p>
    <w:p w:rsidR="006860D0" w:rsidRPr="00B061AB" w:rsidRDefault="006860D0" w:rsidP="00CC6D68">
      <w:pPr>
        <w:tabs>
          <w:tab w:val="left" w:pos="960"/>
        </w:tabs>
        <w:spacing w:line="240" w:lineRule="auto"/>
        <w:jc w:val="both"/>
        <w:rPr>
          <w:sz w:val="28"/>
          <w:szCs w:val="28"/>
        </w:rPr>
      </w:pPr>
      <w:r w:rsidRPr="00B061AB">
        <w:rPr>
          <w:sz w:val="28"/>
          <w:szCs w:val="28"/>
        </w:rPr>
        <w:t xml:space="preserve"> § 2.</w:t>
      </w:r>
      <w:r>
        <w:rPr>
          <w:sz w:val="28"/>
          <w:szCs w:val="28"/>
        </w:rPr>
        <w:tab/>
      </w:r>
    </w:p>
    <w:p w:rsidR="006860D0" w:rsidRPr="00B061AB" w:rsidRDefault="006860D0" w:rsidP="00CC6D68">
      <w:pPr>
        <w:spacing w:line="240" w:lineRule="auto"/>
        <w:jc w:val="both"/>
        <w:rPr>
          <w:sz w:val="28"/>
          <w:szCs w:val="28"/>
        </w:rPr>
      </w:pPr>
      <w:r w:rsidRPr="00B061AB">
        <w:rPr>
          <w:sz w:val="28"/>
          <w:szCs w:val="28"/>
        </w:rPr>
        <w:t>Pomoc finansowa , o której mowa w § 1. ,zostanie udzielona w formie dotacji celowej ze środków budżetu gminy</w:t>
      </w:r>
      <w:r>
        <w:rPr>
          <w:sz w:val="28"/>
          <w:szCs w:val="28"/>
        </w:rPr>
        <w:t xml:space="preserve"> na 2010 r.  w wysokości  1.500.000 zł, słownie: jeden milion pięćset tysięcy złotych.</w:t>
      </w:r>
    </w:p>
    <w:p w:rsidR="006860D0" w:rsidRPr="00B061AB" w:rsidRDefault="006860D0" w:rsidP="00CC6D68">
      <w:pPr>
        <w:spacing w:line="240" w:lineRule="auto"/>
        <w:jc w:val="both"/>
        <w:rPr>
          <w:sz w:val="28"/>
          <w:szCs w:val="28"/>
        </w:rPr>
      </w:pPr>
      <w:r w:rsidRPr="00B061AB">
        <w:rPr>
          <w:sz w:val="28"/>
          <w:szCs w:val="28"/>
        </w:rPr>
        <w:t>§ 3.</w:t>
      </w:r>
    </w:p>
    <w:p w:rsidR="006860D0" w:rsidRPr="00B061AB" w:rsidRDefault="006860D0" w:rsidP="00CC6D68">
      <w:pPr>
        <w:spacing w:line="240" w:lineRule="auto"/>
        <w:jc w:val="both"/>
        <w:rPr>
          <w:sz w:val="28"/>
          <w:szCs w:val="28"/>
        </w:rPr>
      </w:pPr>
      <w:r w:rsidRPr="00B061AB">
        <w:rPr>
          <w:sz w:val="28"/>
          <w:szCs w:val="28"/>
        </w:rPr>
        <w:t>Szczegółowe warunki udzielenia pomocy finansowej oraz przeznaczenie i zasady rozliczenia środków określone zost</w:t>
      </w:r>
      <w:r>
        <w:rPr>
          <w:sz w:val="28"/>
          <w:szCs w:val="28"/>
        </w:rPr>
        <w:t>aną w umowie pomiędzy Województwem Zachodniopomorskim a  G</w:t>
      </w:r>
      <w:r w:rsidRPr="00B061AB">
        <w:rPr>
          <w:sz w:val="28"/>
          <w:szCs w:val="28"/>
        </w:rPr>
        <w:t>miną Kołbaskowo. Do zawarcia umowy upoważnia się Wójta Gminy.</w:t>
      </w:r>
    </w:p>
    <w:p w:rsidR="006860D0" w:rsidRPr="00B061AB" w:rsidRDefault="006860D0" w:rsidP="00CC6D68">
      <w:pPr>
        <w:jc w:val="both"/>
        <w:rPr>
          <w:sz w:val="28"/>
          <w:szCs w:val="28"/>
        </w:rPr>
      </w:pPr>
      <w:r w:rsidRPr="00B061AB">
        <w:rPr>
          <w:sz w:val="28"/>
          <w:szCs w:val="28"/>
        </w:rPr>
        <w:t>§ 4.</w:t>
      </w:r>
    </w:p>
    <w:p w:rsidR="006860D0" w:rsidRDefault="006860D0" w:rsidP="00CC6D68">
      <w:pPr>
        <w:jc w:val="both"/>
        <w:rPr>
          <w:sz w:val="28"/>
          <w:szCs w:val="28"/>
        </w:rPr>
      </w:pPr>
      <w:r w:rsidRPr="00B061AB">
        <w:rPr>
          <w:sz w:val="28"/>
          <w:szCs w:val="28"/>
        </w:rPr>
        <w:t xml:space="preserve">Uchwała wchodzi w </w:t>
      </w:r>
      <w:r>
        <w:rPr>
          <w:sz w:val="28"/>
          <w:szCs w:val="28"/>
        </w:rPr>
        <w:t>ż</w:t>
      </w:r>
      <w:r w:rsidRPr="00B061AB">
        <w:rPr>
          <w:sz w:val="28"/>
          <w:szCs w:val="28"/>
        </w:rPr>
        <w:t>ycie z dniem podjęcia.</w:t>
      </w:r>
    </w:p>
    <w:p w:rsidR="006860D0" w:rsidRPr="00B061AB" w:rsidRDefault="006860D0" w:rsidP="00CC6D68">
      <w:pPr>
        <w:jc w:val="both"/>
        <w:rPr>
          <w:sz w:val="28"/>
          <w:szCs w:val="28"/>
        </w:rPr>
      </w:pPr>
    </w:p>
    <w:p w:rsidR="006860D0" w:rsidRPr="00B061AB" w:rsidRDefault="006860D0" w:rsidP="00B061AB">
      <w:pPr>
        <w:rPr>
          <w:sz w:val="28"/>
          <w:szCs w:val="28"/>
        </w:rPr>
      </w:pPr>
      <w:r w:rsidRPr="00B061AB">
        <w:rPr>
          <w:sz w:val="28"/>
          <w:szCs w:val="28"/>
        </w:rPr>
        <w:t xml:space="preserve">                                                                     </w:t>
      </w:r>
      <w:r>
        <w:rPr>
          <w:sz w:val="28"/>
          <w:szCs w:val="28"/>
        </w:rPr>
        <w:t xml:space="preserve">   </w:t>
      </w:r>
      <w:r w:rsidRPr="00B061AB">
        <w:rPr>
          <w:sz w:val="28"/>
          <w:szCs w:val="28"/>
        </w:rPr>
        <w:t>Przewodniczący Rady Gminy</w:t>
      </w:r>
    </w:p>
    <w:p w:rsidR="006860D0" w:rsidRPr="00B061AB" w:rsidRDefault="006860D0">
      <w:pPr>
        <w:rPr>
          <w:sz w:val="28"/>
          <w:szCs w:val="28"/>
        </w:rPr>
      </w:pPr>
      <w:r w:rsidRPr="00B061AB">
        <w:rPr>
          <w:sz w:val="28"/>
          <w:szCs w:val="28"/>
        </w:rPr>
        <w:t xml:space="preserve">                                                                                    Edward Sroka</w:t>
      </w:r>
    </w:p>
    <w:sectPr w:rsidR="006860D0" w:rsidRPr="00B061AB" w:rsidSect="00683D9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74974"/>
    <w:rsid w:val="0001083C"/>
    <w:rsid w:val="000B55E0"/>
    <w:rsid w:val="000E296B"/>
    <w:rsid w:val="00175AA0"/>
    <w:rsid w:val="00181986"/>
    <w:rsid w:val="001F5DD5"/>
    <w:rsid w:val="002575AD"/>
    <w:rsid w:val="002834C4"/>
    <w:rsid w:val="00283DCC"/>
    <w:rsid w:val="002E0AF2"/>
    <w:rsid w:val="00384C93"/>
    <w:rsid w:val="003B7245"/>
    <w:rsid w:val="004E0051"/>
    <w:rsid w:val="00520542"/>
    <w:rsid w:val="005278AD"/>
    <w:rsid w:val="00547256"/>
    <w:rsid w:val="00574974"/>
    <w:rsid w:val="005C41EE"/>
    <w:rsid w:val="00625A4A"/>
    <w:rsid w:val="0068166C"/>
    <w:rsid w:val="00683D9A"/>
    <w:rsid w:val="006860D0"/>
    <w:rsid w:val="00690399"/>
    <w:rsid w:val="006B2594"/>
    <w:rsid w:val="006D2917"/>
    <w:rsid w:val="007337C1"/>
    <w:rsid w:val="0074172F"/>
    <w:rsid w:val="00754501"/>
    <w:rsid w:val="007A6887"/>
    <w:rsid w:val="00813535"/>
    <w:rsid w:val="008B17E6"/>
    <w:rsid w:val="008B22F6"/>
    <w:rsid w:val="008B713F"/>
    <w:rsid w:val="008E5A21"/>
    <w:rsid w:val="009021E6"/>
    <w:rsid w:val="00966CA9"/>
    <w:rsid w:val="009A725E"/>
    <w:rsid w:val="00A2508F"/>
    <w:rsid w:val="00A5537C"/>
    <w:rsid w:val="00AA6C78"/>
    <w:rsid w:val="00AB5B04"/>
    <w:rsid w:val="00B061AB"/>
    <w:rsid w:val="00B0793B"/>
    <w:rsid w:val="00B76C23"/>
    <w:rsid w:val="00C852E3"/>
    <w:rsid w:val="00CA7934"/>
    <w:rsid w:val="00CC6D68"/>
    <w:rsid w:val="00D22410"/>
    <w:rsid w:val="00D51EAB"/>
    <w:rsid w:val="00D63472"/>
    <w:rsid w:val="00E23833"/>
    <w:rsid w:val="00E6093D"/>
    <w:rsid w:val="00EA6ED1"/>
    <w:rsid w:val="00F01936"/>
    <w:rsid w:val="00F5570A"/>
    <w:rsid w:val="00F947BF"/>
    <w:rsid w:val="00FD45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3D9A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CC6D6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351E"/>
    <w:rPr>
      <w:rFonts w:ascii="Times New Roman" w:hAnsi="Times New Roman"/>
      <w:sz w:val="0"/>
      <w:szCs w:val="0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106</TotalTime>
  <Pages>1</Pages>
  <Words>213</Words>
  <Characters>1278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Skarbnik</dc:creator>
  <cp:keywords/>
  <dc:description/>
  <cp:lastModifiedBy>Anielka</cp:lastModifiedBy>
  <cp:revision>15</cp:revision>
  <cp:lastPrinted>2010-03-31T08:05:00Z</cp:lastPrinted>
  <dcterms:created xsi:type="dcterms:W3CDTF">2010-03-17T12:26:00Z</dcterms:created>
  <dcterms:modified xsi:type="dcterms:W3CDTF">2010-03-31T09:08:00Z</dcterms:modified>
</cp:coreProperties>
</file>